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5405A2A5" w:rsidR="000348ED" w:rsidRPr="00572267" w:rsidRDefault="00A97398" w:rsidP="005D05AC">
            <w:pPr>
              <w:jc w:val="right"/>
              <w:rPr>
                <w:rFonts w:ascii="Calibri" w:hAnsi="Calibri"/>
              </w:rPr>
            </w:pPr>
            <w:r w:rsidRPr="00A97398">
              <w:rPr>
                <w:rFonts w:ascii="Calibri" w:hAnsi="Calibri"/>
              </w:rPr>
              <w:t>ENAV28-5.2.11</w:t>
            </w:r>
            <w:r w:rsidR="008D3942">
              <w:rPr>
                <w:rFonts w:ascii="Calibri" w:hAnsi="Calibri"/>
              </w:rPr>
              <w:t xml:space="preserve"> (</w:t>
            </w:r>
            <w:r w:rsidR="00572267" w:rsidRPr="00572267">
              <w:rPr>
                <w:rFonts w:ascii="Calibri" w:hAnsi="Calibri"/>
              </w:rPr>
              <w:t>ARM13-11.2.5</w:t>
            </w:r>
            <w:r w:rsidR="008D3942">
              <w:rPr>
                <w:rFonts w:ascii="Calibri" w:hAnsi="Calibri"/>
              </w:rPr>
              <w:t>)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1D6FC1A2" w14:textId="255A5647" w:rsidR="000348ED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  <w:p w14:paraId="739418EE" w14:textId="47B59DB3" w:rsidR="00D23902" w:rsidRPr="004B01A1" w:rsidRDefault="00D23902" w:rsidP="00EA79E6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138D5421" w14:textId="445B4B8A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28 April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36EC8104" w14:textId="15ACA070" w:rsidR="00382563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>various categories of AIS AtoN</w:t>
      </w:r>
      <w:r w:rsidR="00A92518">
        <w:t xml:space="preserve"> and </w:t>
      </w:r>
      <w:r w:rsidR="00D23902">
        <w:t>M</w:t>
      </w:r>
      <w:r w:rsidR="00A92518">
        <w:t>obile Aids to Navigation</w:t>
      </w:r>
      <w:r w:rsidR="00D23902">
        <w:t xml:space="preserve"> (</w:t>
      </w:r>
      <w:proofErr w:type="spellStart"/>
      <w:r w:rsidR="00D23902">
        <w:t>MAtoN</w:t>
      </w:r>
      <w:proofErr w:type="spellEnd"/>
      <w:r w:rsidR="00D23902">
        <w:t>)</w:t>
      </w:r>
      <w:r w:rsidR="00A92518">
        <w:t xml:space="preserve">.  </w:t>
      </w:r>
    </w:p>
    <w:p w14:paraId="3486F149" w14:textId="4B6AF675" w:rsidR="00382563" w:rsidRDefault="00382563" w:rsidP="00E17D4A">
      <w:pPr>
        <w:pStyle w:val="BodyText"/>
      </w:pPr>
      <w:r>
        <w:t xml:space="preserve">A thorough gap analysis was done to ensure the document has some </w:t>
      </w:r>
      <w:r w:rsidR="0094754E">
        <w:t>longevity</w:t>
      </w:r>
      <w:r>
        <w:t xml:space="preserve"> and that it still meets its principle purpose in providing guidance on the use and interpretation of AtoN. There are still six types of marks, which may </w:t>
      </w:r>
      <w:r w:rsidR="0094754E">
        <w:t xml:space="preserve">be </w:t>
      </w:r>
      <w:r>
        <w:t xml:space="preserve">used alone or in combination. The document seeks to incorporate AIS AtoN and </w:t>
      </w:r>
      <w:proofErr w:type="spellStart"/>
      <w:r w:rsidR="00D23902">
        <w:t>MAtoN</w:t>
      </w:r>
      <w:proofErr w:type="spellEnd"/>
      <w:r>
        <w:t>, therefore describing standards for the four application types; fixed, floating, mobile (</w:t>
      </w:r>
      <w:proofErr w:type="spellStart"/>
      <w:r w:rsidR="00D23902">
        <w:t>M</w:t>
      </w:r>
      <w:r>
        <w:t>AtoN</w:t>
      </w:r>
      <w:proofErr w:type="spellEnd"/>
      <w:r>
        <w:t xml:space="preserve">) and electronic. There are some notable changes in the layout, particularly that each mark is described with its accompanying application specifications for ease of reference, the history has been condensed </w:t>
      </w:r>
      <w:r w:rsidR="00192090">
        <w:t xml:space="preserve">and the graphics to be updated with more realistic images. </w:t>
      </w:r>
      <w:r w:rsidR="0094754E">
        <w:t xml:space="preserve">There is </w:t>
      </w:r>
      <w:r w:rsidR="00192090">
        <w:t xml:space="preserve">mention of use in the autonomous world, noting that IALA follows IMO guidance. </w:t>
      </w:r>
    </w:p>
    <w:p w14:paraId="2BE31ACD" w14:textId="096CA2DB" w:rsidR="0094754E" w:rsidRDefault="00572267" w:rsidP="00E17D4A">
      <w:pPr>
        <w:pStyle w:val="BodyText"/>
      </w:pPr>
      <w:r>
        <w:t>Regarding t</w:t>
      </w:r>
      <w:r w:rsidR="00F85A4E">
        <w:t xml:space="preserve">he current title “IALA-AISM, Maritime Buoyage System and other Aids to Navigation”, the </w:t>
      </w:r>
      <w:r>
        <w:t>C</w:t>
      </w:r>
      <w:r w:rsidR="00F85A4E">
        <w:t xml:space="preserve">ommittee would propose to update the title to align with other IALA documents in order to increase standardisation throughout, </w:t>
      </w:r>
      <w:r w:rsidR="0094754E">
        <w:t xml:space="preserve">therefore adding the word “Marine”; “IALA-AISM, Maritime Buoyage System and other Marine Aids to Navigation”. We understand that the definition of </w:t>
      </w:r>
      <w:r>
        <w:t xml:space="preserve">Marine </w:t>
      </w:r>
      <w:r w:rsidR="0094754E">
        <w:t xml:space="preserve">AtoN includes VTS, hence the reason for keeping the word “other” in order to demonstrate that the list is inclusive yet not exhaustive. </w:t>
      </w:r>
    </w:p>
    <w:p w14:paraId="66A3B7E3" w14:textId="2B0052C3" w:rsidR="00192090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651013BB" w14:textId="73419709" w:rsidR="00192090" w:rsidRDefault="0094754E" w:rsidP="00E17D4A">
      <w:pPr>
        <w:pStyle w:val="BodyText"/>
      </w:pPr>
      <w:r>
        <w:t>All input</w:t>
      </w:r>
      <w:r w:rsidR="00192090">
        <w:t xml:space="preserve"> </w:t>
      </w:r>
      <w:r>
        <w:t xml:space="preserve">to date </w:t>
      </w:r>
      <w:r w:rsidR="00192090">
        <w:t>has been considered, changes have been applied where applicable. The document will be distributed primarily in a digital version, and updated in the next review cycle. The document is referenced in IMO</w:t>
      </w:r>
      <w:r w:rsidR="00572267">
        <w:t xml:space="preserve"> </w:t>
      </w:r>
      <w:r w:rsidR="00192090">
        <w:t xml:space="preserve">SOLAS and </w:t>
      </w:r>
      <w:r w:rsidR="00572267">
        <w:t>needs</w:t>
      </w:r>
      <w:r w:rsidR="00192090">
        <w:t xml:space="preserve"> </w:t>
      </w:r>
      <w:r w:rsidR="00572267">
        <w:t>C</w:t>
      </w:r>
      <w:r w:rsidR="00192090">
        <w:t xml:space="preserve">ouncil approval prior to a new edition. </w:t>
      </w:r>
    </w:p>
    <w:p w14:paraId="31B20FB0" w14:textId="261B45D8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</w:t>
      </w:r>
      <w:r w:rsidR="00192090">
        <w:t xml:space="preserve"> (word document) as well as an example of the envisioned visual layout (PDF) are</w:t>
      </w:r>
      <w:r w:rsidR="00AD1474">
        <w:t xml:space="preserve">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45F4BBF2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s</w:t>
      </w:r>
      <w:r w:rsidR="00572267">
        <w:t xml:space="preserve">, PAP and LAP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36E24C09" w14:textId="77777777" w:rsidR="00F85A4E" w:rsidRPr="00F85A4E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lastRenderedPageBreak/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</w:t>
      </w:r>
    </w:p>
    <w:p w14:paraId="5123E886" w14:textId="77777777" w:rsidR="00F85A4E" w:rsidRPr="00F85A4E" w:rsidRDefault="00F85A4E" w:rsidP="000223FD">
      <w:pPr>
        <w:pStyle w:val="List1"/>
        <w:rPr>
          <w:lang w:val="en-US"/>
        </w:rPr>
      </w:pPr>
      <w:r>
        <w:rPr>
          <w:lang w:val="en-GB"/>
        </w:rPr>
        <w:t>Review proposal for change of title;</w:t>
      </w:r>
    </w:p>
    <w:p w14:paraId="49DB8FCF" w14:textId="6FAB9AD7" w:rsidR="00151FB4" w:rsidRPr="00382563" w:rsidRDefault="00F85A4E" w:rsidP="000223FD">
      <w:pPr>
        <w:pStyle w:val="List1"/>
        <w:rPr>
          <w:lang w:val="en-US"/>
        </w:rPr>
      </w:pPr>
      <w:r>
        <w:rPr>
          <w:lang w:val="en-US"/>
        </w:rPr>
        <w:t>Provide pictures (with proprietary rights and high definition quality) to include as examples;</w:t>
      </w:r>
      <w:r w:rsidR="001E5BDE">
        <w:rPr>
          <w:lang w:val="en-GB"/>
        </w:rPr>
        <w:t xml:space="preserve">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3B19" w14:textId="77777777" w:rsidR="00E0047E" w:rsidRDefault="00E0047E" w:rsidP="00002906">
      <w:r>
        <w:separator/>
      </w:r>
    </w:p>
  </w:endnote>
  <w:endnote w:type="continuationSeparator" w:id="0">
    <w:p w14:paraId="47B936BA" w14:textId="77777777" w:rsidR="00E0047E" w:rsidRDefault="00E004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4D22" w14:textId="77777777" w:rsidR="00E0047E" w:rsidRDefault="00E0047E" w:rsidP="00002906">
      <w:r>
        <w:separator/>
      </w:r>
    </w:p>
  </w:footnote>
  <w:footnote w:type="continuationSeparator" w:id="0">
    <w:p w14:paraId="17B28762" w14:textId="77777777" w:rsidR="00E0047E" w:rsidRDefault="00E004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77777777" w:rsidR="00BB7F6C" w:rsidRDefault="00BB7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7777777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77777777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92090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D05AC"/>
    <w:rsid w:val="005E4541"/>
    <w:rsid w:val="005E64C2"/>
    <w:rsid w:val="005F43B3"/>
    <w:rsid w:val="00630F7F"/>
    <w:rsid w:val="0064435F"/>
    <w:rsid w:val="00646FF2"/>
    <w:rsid w:val="006C6D1D"/>
    <w:rsid w:val="006D470F"/>
    <w:rsid w:val="00727E88"/>
    <w:rsid w:val="007669A8"/>
    <w:rsid w:val="00775878"/>
    <w:rsid w:val="007A04B4"/>
    <w:rsid w:val="007A5E8E"/>
    <w:rsid w:val="0080092C"/>
    <w:rsid w:val="00872453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27F12"/>
    <w:rsid w:val="00A30579"/>
    <w:rsid w:val="00A430C2"/>
    <w:rsid w:val="00A92518"/>
    <w:rsid w:val="00A97398"/>
    <w:rsid w:val="00AA76C0"/>
    <w:rsid w:val="00AB2ECC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23902"/>
    <w:rsid w:val="00D5566D"/>
    <w:rsid w:val="00DC369D"/>
    <w:rsid w:val="00E00351"/>
    <w:rsid w:val="00E0047E"/>
    <w:rsid w:val="00E17D4A"/>
    <w:rsid w:val="00E17F03"/>
    <w:rsid w:val="00E401AE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2</Pages>
  <Words>479</Words>
  <Characters>2524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6</cp:revision>
  <cp:lastPrinted>2006-10-19T10:49:00Z</cp:lastPrinted>
  <dcterms:created xsi:type="dcterms:W3CDTF">2021-04-26T09:36:00Z</dcterms:created>
  <dcterms:modified xsi:type="dcterms:W3CDTF">2021-09-20T14:40:00Z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